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2847BB" w14:textId="6F200924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 xml:space="preserve">EDITAL DE PREGÃO ELETRÔNICO Nº </w:t>
      </w:r>
      <w:r w:rsidR="00F848F1">
        <w:rPr>
          <w:rFonts w:ascii="Calibri" w:hAnsi="Calibri" w:cs="Calibri"/>
          <w:bCs/>
          <w:sz w:val="24"/>
          <w:szCs w:val="24"/>
        </w:rPr>
        <w:t>90.0</w:t>
      </w:r>
      <w:r w:rsidR="00E878DA">
        <w:rPr>
          <w:rFonts w:ascii="Calibri" w:hAnsi="Calibri" w:cs="Calibri"/>
          <w:bCs/>
          <w:sz w:val="24"/>
          <w:szCs w:val="24"/>
        </w:rPr>
        <w:t>50</w:t>
      </w:r>
      <w:r w:rsidR="00F848F1">
        <w:rPr>
          <w:rFonts w:ascii="Calibri" w:hAnsi="Calibri" w:cs="Calibri"/>
          <w:bCs/>
          <w:sz w:val="24"/>
          <w:szCs w:val="24"/>
        </w:rPr>
        <w:t>/2025</w:t>
      </w:r>
    </w:p>
    <w:p w14:paraId="1554A887" w14:textId="588EBE8A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>PROCESSO ADMINISTRATIVO N</w:t>
      </w:r>
      <w:r>
        <w:rPr>
          <w:rFonts w:ascii="Calibri" w:hAnsi="Calibri" w:cs="Calibri"/>
          <w:b/>
          <w:bCs/>
          <w:sz w:val="24"/>
          <w:szCs w:val="24"/>
        </w:rPr>
        <w:t>º</w:t>
      </w:r>
      <w:r>
        <w:rPr>
          <w:rFonts w:ascii="Calibri" w:hAnsi="Calibri" w:cs="Calibri"/>
          <w:sz w:val="24"/>
          <w:szCs w:val="24"/>
        </w:rPr>
        <w:t xml:space="preserve"> </w:t>
      </w:r>
      <w:r w:rsidR="00E878DA">
        <w:rPr>
          <w:rFonts w:ascii="Calibri" w:hAnsi="Calibri" w:cs="Calibri"/>
          <w:sz w:val="24"/>
          <w:szCs w:val="24"/>
        </w:rPr>
        <w:t>3.927/2025</w:t>
      </w:r>
    </w:p>
    <w:p w14:paraId="6BD2037B" w14:textId="77777777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 xml:space="preserve">MODALIDADE: </w:t>
      </w:r>
      <w:r>
        <w:rPr>
          <w:rFonts w:ascii="Calibri" w:hAnsi="Calibri" w:cs="Calibri"/>
          <w:sz w:val="24"/>
          <w:szCs w:val="24"/>
        </w:rPr>
        <w:t>PREGÃO ELETRÔNICO</w:t>
      </w:r>
    </w:p>
    <w:p w14:paraId="0C7FDB76" w14:textId="4648EEA0" w:rsidR="00F5348B" w:rsidRDefault="00F5348B">
      <w:pPr>
        <w:ind w:left="709" w:hanging="709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TIPO</w:t>
      </w:r>
      <w:r>
        <w:rPr>
          <w:rFonts w:ascii="Calibri" w:hAnsi="Calibri" w:cs="Calibri"/>
          <w:b/>
          <w:bCs/>
          <w:sz w:val="24"/>
          <w:szCs w:val="24"/>
        </w:rPr>
        <w:t xml:space="preserve">: </w:t>
      </w:r>
      <w:r>
        <w:rPr>
          <w:rFonts w:ascii="Calibri" w:hAnsi="Calibri" w:cs="Calibri"/>
          <w:bCs/>
          <w:sz w:val="24"/>
          <w:szCs w:val="24"/>
        </w:rPr>
        <w:t xml:space="preserve">MENOR PREÇO </w:t>
      </w:r>
      <w:r w:rsidR="00E878DA">
        <w:rPr>
          <w:rFonts w:ascii="Calibri" w:hAnsi="Calibri" w:cs="Calibri"/>
          <w:bCs/>
          <w:sz w:val="24"/>
          <w:szCs w:val="24"/>
        </w:rPr>
        <w:t>GLOBAL</w:t>
      </w:r>
    </w:p>
    <w:p w14:paraId="6C852F6A" w14:textId="77777777" w:rsidR="00E878DA" w:rsidRPr="001D7155" w:rsidRDefault="00F5348B" w:rsidP="00E878DA">
      <w:pPr>
        <w:jc w:val="both"/>
        <w:rPr>
          <w:rFonts w:ascii="Azo Sans Md" w:hAnsi="Azo Sans Md" w:cs="Calibri"/>
          <w:b/>
          <w:sz w:val="22"/>
          <w:szCs w:val="22"/>
        </w:rPr>
      </w:pPr>
      <w:r>
        <w:rPr>
          <w:rFonts w:ascii="Calibri" w:hAnsi="Calibri" w:cs="Calibri"/>
          <w:b/>
          <w:sz w:val="24"/>
          <w:szCs w:val="24"/>
        </w:rPr>
        <w:t xml:space="preserve">OBJETO: </w:t>
      </w:r>
      <w:r w:rsidR="00E878DA" w:rsidRPr="00E878DA">
        <w:rPr>
          <w:rFonts w:ascii="Calibri" w:hAnsi="Calibri" w:cs="Calibri"/>
          <w:b/>
          <w:sz w:val="24"/>
          <w:szCs w:val="24"/>
        </w:rPr>
        <w:t xml:space="preserve">REGISTRO DE PREÇOS para futura e eventual </w:t>
      </w:r>
      <w:bookmarkStart w:id="0" w:name="__DdeLink__668_3221334588"/>
      <w:r w:rsidR="00E878DA" w:rsidRPr="00E878DA">
        <w:rPr>
          <w:rFonts w:ascii="Calibri" w:hAnsi="Calibri" w:cs="Calibri"/>
          <w:b/>
          <w:sz w:val="24"/>
          <w:szCs w:val="24"/>
        </w:rPr>
        <w:t>AQUISIÇÃO, sob demanda, de INSUMOS DE LAVANDERIA, para atender as necessidades do HOSPITAL MUNICIPAL RAUL SERTÃ e HOSPITAL MATERNIDADE DR. MÁRIO DUTRA DE CASTRO, pelo período de 01 (um) ano</w:t>
      </w:r>
      <w:bookmarkEnd w:id="0"/>
      <w:r w:rsidR="00E878DA" w:rsidRPr="00E878DA">
        <w:rPr>
          <w:rFonts w:ascii="Calibri" w:hAnsi="Calibri" w:cs="Calibri"/>
          <w:b/>
          <w:sz w:val="24"/>
          <w:szCs w:val="24"/>
        </w:rPr>
        <w:t>.</w:t>
      </w:r>
    </w:p>
    <w:p w14:paraId="55A86C7A" w14:textId="4C78DBB6" w:rsidR="00E31FE1" w:rsidRPr="00E31FE1" w:rsidRDefault="00E31FE1" w:rsidP="00E31FE1">
      <w:pPr>
        <w:jc w:val="both"/>
        <w:rPr>
          <w:rFonts w:ascii="Calibri" w:hAnsi="Calibri" w:cs="Calibri"/>
          <w:b/>
          <w:sz w:val="24"/>
          <w:szCs w:val="24"/>
        </w:rPr>
      </w:pPr>
    </w:p>
    <w:p w14:paraId="11DACB0B" w14:textId="723CCCB2" w:rsidR="00F5348B" w:rsidRDefault="00F5348B">
      <w:pPr>
        <w:autoSpaceDE w:val="0"/>
        <w:jc w:val="center"/>
      </w:pPr>
      <w:r>
        <w:rPr>
          <w:rFonts w:ascii="Calibri" w:hAnsi="Calibri" w:cs="Calibri"/>
          <w:b/>
          <w:sz w:val="22"/>
          <w:szCs w:val="22"/>
        </w:rPr>
        <w:t>ANEXO VII</w:t>
      </w:r>
      <w:r w:rsidR="00C163C5">
        <w:rPr>
          <w:rFonts w:ascii="Calibri" w:hAnsi="Calibri" w:cs="Calibri"/>
          <w:b/>
          <w:sz w:val="22"/>
          <w:szCs w:val="22"/>
        </w:rPr>
        <w:t>I</w:t>
      </w:r>
    </w:p>
    <w:p w14:paraId="11AC2D88" w14:textId="77777777" w:rsidR="00F5348B" w:rsidRDefault="00F5348B">
      <w:pPr>
        <w:pStyle w:val="Recuodecorpodetexto"/>
        <w:ind w:left="0"/>
        <w:jc w:val="center"/>
      </w:pPr>
      <w:r>
        <w:rPr>
          <w:rFonts w:ascii="Calibri" w:hAnsi="Calibri" w:cs="Calibri"/>
          <w:b/>
          <w:bCs/>
          <w:sz w:val="22"/>
          <w:szCs w:val="22"/>
        </w:rPr>
        <w:t xml:space="preserve">MINUTA DE TERMO DE COMODATO </w:t>
      </w:r>
    </w:p>
    <w:p w14:paraId="155B674B" w14:textId="77777777" w:rsidR="00F5348B" w:rsidRDefault="00F5348B">
      <w:pPr>
        <w:pStyle w:val="Recuodecorpodetexto"/>
        <w:ind w:left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E965427" w14:textId="77777777" w:rsidR="00F5348B" w:rsidRDefault="00F5348B">
      <w:pPr>
        <w:pStyle w:val="Recuodecorpodetexto"/>
        <w:ind w:left="5670"/>
        <w:jc w:val="both"/>
      </w:pPr>
      <w:r>
        <w:rPr>
          <w:rFonts w:ascii="Calibri" w:hAnsi="Calibri" w:cs="Calibri"/>
          <w:b/>
          <w:bCs/>
          <w:sz w:val="22"/>
          <w:szCs w:val="22"/>
        </w:rPr>
        <w:t>TERMO DE COMODATO QUE ENTRE SI CELEBRAM O MUNICÍPIO DE NOVA FRIBURGO E ____________________, NA FORMA ABAIXO:</w:t>
      </w:r>
    </w:p>
    <w:p w14:paraId="182746F2" w14:textId="77777777" w:rsidR="00F5348B" w:rsidRDefault="00F5348B">
      <w:pPr>
        <w:ind w:left="5245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5D95F3F" w14:textId="1646D921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b/>
          <w:bCs/>
          <w:sz w:val="22"/>
          <w:szCs w:val="22"/>
        </w:rPr>
        <w:t xml:space="preserve"> MUNICÍPIO DE NOVA FRIBURGO</w:t>
      </w:r>
      <w:r>
        <w:rPr>
          <w:rFonts w:ascii="Calibri" w:hAnsi="Calibri" w:cs="Calibri"/>
          <w:sz w:val="22"/>
          <w:szCs w:val="22"/>
        </w:rPr>
        <w:t xml:space="preserve">, Pessoa Jurídica de Direito Público, com sede na Av. Alberto Braune, 225, Centro, nesta cidade, inscrito no CNPJ sob o nº 28.606.630/0001-23, neste ato representado pelo Exmo. Sr. Prefeito, </w:t>
      </w:r>
      <w:r>
        <w:rPr>
          <w:rFonts w:ascii="Calibri" w:hAnsi="Calibri" w:cs="Calibri"/>
          <w:b/>
          <w:sz w:val="22"/>
          <w:szCs w:val="22"/>
        </w:rPr>
        <w:t>JOHNNY MAYCON CORDEIRO RIBEIRO, inscrito no CPF sob o nº .........................................</w:t>
      </w:r>
      <w:r>
        <w:rPr>
          <w:rFonts w:ascii="Calibri" w:hAnsi="Calibri" w:cs="Calibri"/>
          <w:sz w:val="22"/>
          <w:szCs w:val="22"/>
        </w:rPr>
        <w:t xml:space="preserve">, ora denominado simplesmente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, e do outro a empresa ________________________, com sede na ____________________________________________, inscrita no CNPJ sob o nº. ________________, neste ato representada por _______________________, portador do documento de identidade nº.___________________, CPF nº. ____________________, ora denominado simplesmente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, celebram o presente termo, com fundamento no Código Civil vigente, bem como Lei Federal </w:t>
      </w:r>
      <w:r w:rsidR="00663B64">
        <w:rPr>
          <w:rFonts w:ascii="Calibri" w:hAnsi="Calibri" w:cs="Calibri"/>
          <w:sz w:val="22"/>
          <w:szCs w:val="22"/>
        </w:rPr>
        <w:t xml:space="preserve">n.º </w:t>
      </w:r>
      <w:r w:rsidR="00AE6124">
        <w:rPr>
          <w:rFonts w:ascii="Calibri" w:hAnsi="Calibri" w:cs="Calibri"/>
          <w:sz w:val="22"/>
          <w:szCs w:val="22"/>
        </w:rPr>
        <w:t>14.133/2021,</w:t>
      </w:r>
      <w:r>
        <w:rPr>
          <w:rFonts w:ascii="Calibri" w:hAnsi="Calibri" w:cs="Calibri"/>
          <w:sz w:val="22"/>
          <w:szCs w:val="22"/>
        </w:rPr>
        <w:t xml:space="preserve"> e demais legislações aplicáveis, tendo em vista o contido no </w:t>
      </w:r>
      <w:r>
        <w:rPr>
          <w:rFonts w:ascii="Calibri" w:hAnsi="Calibri" w:cs="Calibri"/>
          <w:b/>
          <w:bCs/>
          <w:sz w:val="22"/>
          <w:szCs w:val="22"/>
        </w:rPr>
        <w:t xml:space="preserve">Processo Administrativo nº. </w:t>
      </w:r>
      <w:r w:rsidR="00E878DA">
        <w:rPr>
          <w:rFonts w:ascii="Calibri" w:hAnsi="Calibri" w:cs="Calibri"/>
          <w:b/>
          <w:bCs/>
          <w:sz w:val="22"/>
          <w:szCs w:val="22"/>
        </w:rPr>
        <w:t>3.927/2025</w:t>
      </w:r>
      <w:r w:rsidR="00927976" w:rsidRPr="00927976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e no Edital do </w:t>
      </w:r>
      <w:r>
        <w:rPr>
          <w:rFonts w:ascii="Calibri" w:hAnsi="Calibri" w:cs="Calibri"/>
          <w:b/>
          <w:bCs/>
          <w:sz w:val="22"/>
          <w:szCs w:val="22"/>
        </w:rPr>
        <w:t xml:space="preserve">Pregão Eletrônico nº. </w:t>
      </w:r>
      <w:r w:rsidR="00E31FE1">
        <w:rPr>
          <w:rFonts w:ascii="Calibri" w:hAnsi="Calibri" w:cs="Calibri"/>
          <w:b/>
          <w:bCs/>
          <w:sz w:val="22"/>
          <w:szCs w:val="22"/>
        </w:rPr>
        <w:t>90.0</w:t>
      </w:r>
      <w:r w:rsidR="00E878DA">
        <w:rPr>
          <w:rFonts w:ascii="Calibri" w:hAnsi="Calibri" w:cs="Calibri"/>
          <w:b/>
          <w:bCs/>
          <w:sz w:val="22"/>
          <w:szCs w:val="22"/>
        </w:rPr>
        <w:t>50</w:t>
      </w:r>
      <w:r w:rsidR="00E31FE1">
        <w:rPr>
          <w:rFonts w:ascii="Calibri" w:hAnsi="Calibri" w:cs="Calibri"/>
          <w:b/>
          <w:bCs/>
          <w:sz w:val="22"/>
          <w:szCs w:val="22"/>
        </w:rPr>
        <w:t>/2025</w:t>
      </w:r>
      <w:r>
        <w:rPr>
          <w:rFonts w:ascii="Calibri" w:hAnsi="Calibri" w:cs="Calibri"/>
          <w:sz w:val="22"/>
          <w:szCs w:val="22"/>
        </w:rPr>
        <w:t>, onde a COMODANTE foi vencedora do certame licitatório, bem como mediante as seguintes cláusulas abaixo:</w:t>
      </w:r>
    </w:p>
    <w:p w14:paraId="6F27C99A" w14:textId="77777777" w:rsidR="00F5348B" w:rsidRDefault="00F5348B">
      <w:pPr>
        <w:tabs>
          <w:tab w:val="left" w:pos="6765"/>
        </w:tabs>
      </w:pPr>
      <w:r>
        <w:rPr>
          <w:rFonts w:ascii="Calibri" w:hAnsi="Calibri" w:cs="Calibri"/>
          <w:sz w:val="22"/>
          <w:szCs w:val="22"/>
        </w:rPr>
        <w:tab/>
      </w:r>
    </w:p>
    <w:p w14:paraId="646E115A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PRIMEIRA</w:t>
      </w:r>
    </w:p>
    <w:p w14:paraId="6D9CA600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2D9934F4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Atendendo o contido no Anexo VII do Edital de Licitação uso mencionado, 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 outorga em comodato ao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>, e este aceita, o uso dos seguintes bens:</w:t>
      </w:r>
    </w:p>
    <w:p w14:paraId="69913E4B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040FB24B" w14:textId="77777777" w:rsidR="00F5348B" w:rsidRDefault="00F5348B">
      <w:pPr>
        <w:numPr>
          <w:ilvl w:val="0"/>
          <w:numId w:val="2"/>
        </w:numPr>
        <w:jc w:val="both"/>
      </w:pPr>
      <w:r>
        <w:rPr>
          <w:rFonts w:ascii="Calibri" w:hAnsi="Calibri" w:cs="Calibri"/>
          <w:sz w:val="22"/>
          <w:szCs w:val="22"/>
        </w:rPr>
        <w:t>Especificação e Quantidade do Equipamento…</w:t>
      </w:r>
    </w:p>
    <w:p w14:paraId="6937A210" w14:textId="77777777" w:rsidR="00F5348B" w:rsidRDefault="00F5348B">
      <w:pPr>
        <w:numPr>
          <w:ilvl w:val="0"/>
          <w:numId w:val="2"/>
        </w:numPr>
        <w:jc w:val="both"/>
      </w:pPr>
      <w:r>
        <w:rPr>
          <w:rFonts w:ascii="Calibri" w:hAnsi="Calibri" w:cs="Calibri"/>
          <w:sz w:val="22"/>
          <w:szCs w:val="22"/>
        </w:rPr>
        <w:t>…</w:t>
      </w:r>
    </w:p>
    <w:tbl>
      <w:tblPr>
        <w:tblW w:w="0" w:type="auto"/>
        <w:tblInd w:w="-1512" w:type="dxa"/>
        <w:tblLayout w:type="fixed"/>
        <w:tblLook w:val="0000" w:firstRow="0" w:lastRow="0" w:firstColumn="0" w:lastColumn="0" w:noHBand="0" w:noVBand="0"/>
      </w:tblPr>
      <w:tblGrid>
        <w:gridCol w:w="1620"/>
        <w:gridCol w:w="9498"/>
      </w:tblGrid>
      <w:tr w:rsidR="00F5348B" w14:paraId="4AD57D16" w14:textId="77777777">
        <w:tc>
          <w:tcPr>
            <w:tcW w:w="1620" w:type="dxa"/>
            <w:shd w:val="clear" w:color="auto" w:fill="auto"/>
            <w:vAlign w:val="center"/>
          </w:tcPr>
          <w:p w14:paraId="16513035" w14:textId="77777777" w:rsidR="00F5348B" w:rsidRDefault="00F5348B">
            <w:pPr>
              <w:snapToGrid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43B3266A" w14:textId="77777777" w:rsidR="00F5348B" w:rsidRDefault="00F5348B">
            <w:pPr>
              <w:snapToGrid w:val="0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</w:tbl>
    <w:p w14:paraId="7B2C80E4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SEGUNDA</w:t>
      </w:r>
    </w:p>
    <w:p w14:paraId="7559AB1A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0C060374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 utilizará os bens oferecidos em comodato única e exclusivamente para atender às necessidades advindas da aquisição dos objetos fornecidos pela</w:t>
      </w:r>
      <w:r>
        <w:rPr>
          <w:rFonts w:ascii="Calibri" w:hAnsi="Calibri" w:cs="Calibri"/>
          <w:b/>
          <w:sz w:val="22"/>
          <w:szCs w:val="22"/>
        </w:rPr>
        <w:t xml:space="preserve"> COMODANTE</w:t>
      </w:r>
      <w:r>
        <w:rPr>
          <w:rFonts w:ascii="Calibri" w:hAnsi="Calibri" w:cs="Calibri"/>
          <w:sz w:val="22"/>
          <w:szCs w:val="22"/>
        </w:rPr>
        <w:t>.</w:t>
      </w:r>
    </w:p>
    <w:p w14:paraId="5DBF281F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097302D5" w14:textId="77777777" w:rsidR="00F5348B" w:rsidRDefault="00F5348B">
      <w:pPr>
        <w:jc w:val="both"/>
      </w:pPr>
      <w:r>
        <w:rPr>
          <w:rFonts w:ascii="Calibri" w:hAnsi="Calibri" w:cs="Calibri"/>
          <w:b/>
          <w:sz w:val="22"/>
          <w:szCs w:val="22"/>
        </w:rPr>
        <w:t xml:space="preserve">Parágrafo Único - </w:t>
      </w: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, em hipótese alguma poderá ceder, emprestar ou dar em </w:t>
      </w:r>
      <w:proofErr w:type="spellStart"/>
      <w:r>
        <w:rPr>
          <w:rFonts w:ascii="Calibri" w:hAnsi="Calibri" w:cs="Calibri"/>
          <w:sz w:val="22"/>
          <w:szCs w:val="22"/>
        </w:rPr>
        <w:t>sub-comodato</w:t>
      </w:r>
      <w:proofErr w:type="spellEnd"/>
      <w:r>
        <w:rPr>
          <w:rFonts w:ascii="Calibri" w:hAnsi="Calibri" w:cs="Calibri"/>
          <w:sz w:val="22"/>
          <w:szCs w:val="22"/>
        </w:rPr>
        <w:t xml:space="preserve">, no todo ou em parte, os referidos bens sem a prévia e expressa anuência do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>.</w:t>
      </w:r>
    </w:p>
    <w:p w14:paraId="1C40697E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6E1BBE85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lastRenderedPageBreak/>
        <w:t>CLÁUSULA TERCEIRA</w:t>
      </w:r>
    </w:p>
    <w:p w14:paraId="3968D38D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05889CF8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O presente Comodato, deverá ser mantido enquanto perdurarem as contratações decorrentes da Ata de Registro de Preços nº </w:t>
      </w:r>
      <w:proofErr w:type="spellStart"/>
      <w:r>
        <w:rPr>
          <w:rFonts w:ascii="Calibri" w:hAnsi="Calibri" w:cs="Calibri"/>
          <w:sz w:val="22"/>
          <w:szCs w:val="22"/>
        </w:rPr>
        <w:t>xxxx</w:t>
      </w:r>
      <w:proofErr w:type="spellEnd"/>
      <w:r>
        <w:rPr>
          <w:rFonts w:ascii="Calibri" w:hAnsi="Calibri" w:cs="Calibri"/>
          <w:sz w:val="22"/>
          <w:szCs w:val="22"/>
        </w:rPr>
        <w:t xml:space="preserve">/2021. </w:t>
      </w:r>
    </w:p>
    <w:p w14:paraId="64FA9A47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7CFD7ADE" w14:textId="77777777" w:rsidR="00F5348B" w:rsidRDefault="00F5348B">
      <w:pPr>
        <w:jc w:val="both"/>
      </w:pPr>
      <w:r>
        <w:rPr>
          <w:rFonts w:ascii="Calibri" w:hAnsi="Calibri" w:cs="Calibri"/>
          <w:b/>
          <w:sz w:val="22"/>
          <w:szCs w:val="22"/>
        </w:rPr>
        <w:t xml:space="preserve">Parágrafo primeiro - </w:t>
      </w:r>
      <w:r>
        <w:rPr>
          <w:rFonts w:ascii="Calibri" w:hAnsi="Calibri" w:cs="Calibri"/>
          <w:sz w:val="22"/>
          <w:szCs w:val="22"/>
        </w:rPr>
        <w:t>Decorrido o prazo de vigência, sem manifestação expressa das partes interessadas, o Termo estará dissolvido de fato e de direito, sem que assista a ambas o direito à multa ou indenização de qualquer natureza, inclusive compensatória.</w:t>
      </w:r>
    </w:p>
    <w:p w14:paraId="235F9820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255BD8AC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QUARTA</w:t>
      </w:r>
    </w:p>
    <w:p w14:paraId="4F93F82E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7AA4D14D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 obriga-se a disponibilizar a devolução dos bens tratados na Cláusula Primeira, para retirada pela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, nos prazos especificados na Cláusula Terceira do presente Termo, sem necessidade de qualquer interpelação ou notificação judicial, sem qualquer ônus, sem poder de forma alguma recobrar do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 as despesas feitas com o uso e gozo, como também com a conservação e manutenção da coisa emprestada.</w:t>
      </w:r>
    </w:p>
    <w:p w14:paraId="1FFE79F3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0099263D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QUINTA</w:t>
      </w:r>
    </w:p>
    <w:p w14:paraId="0E5CA62A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135F4EFC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>O presente Termo rege-se, no que couber, pelo Código Civil.</w:t>
      </w:r>
    </w:p>
    <w:p w14:paraId="4A65E197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418C3D5A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SEXTA</w:t>
      </w:r>
    </w:p>
    <w:p w14:paraId="3C1A7F9C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5F9E5C4F" w14:textId="77777777" w:rsidR="00F5348B" w:rsidRDefault="00F5348B" w:rsidP="00663B64">
      <w:pPr>
        <w:jc w:val="both"/>
      </w:pPr>
      <w:r>
        <w:rPr>
          <w:rFonts w:ascii="Calibri" w:hAnsi="Calibri" w:cs="Calibri"/>
          <w:sz w:val="22"/>
          <w:szCs w:val="22"/>
        </w:rPr>
        <w:t>As partes elegem o foro da Comarca de Nova Friburgo-RJ, com renúncia a qualquer outro, por mais privilegiado que seja, para dirimir quaisquer controvérsias originárias do presente instrumento.</w:t>
      </w:r>
    </w:p>
    <w:p w14:paraId="59483E54" w14:textId="77777777" w:rsidR="00F5348B" w:rsidRDefault="00F5348B" w:rsidP="00663B64">
      <w:pPr>
        <w:jc w:val="both"/>
        <w:rPr>
          <w:rFonts w:ascii="Calibri" w:hAnsi="Calibri" w:cs="Calibri"/>
          <w:sz w:val="22"/>
          <w:szCs w:val="22"/>
        </w:rPr>
      </w:pPr>
    </w:p>
    <w:p w14:paraId="438C117B" w14:textId="77777777" w:rsidR="00F5348B" w:rsidRDefault="00F5348B" w:rsidP="00663B64">
      <w:pPr>
        <w:jc w:val="both"/>
      </w:pPr>
      <w:r>
        <w:rPr>
          <w:rFonts w:ascii="Calibri" w:hAnsi="Calibri" w:cs="Calibri"/>
          <w:sz w:val="22"/>
          <w:szCs w:val="22"/>
        </w:rPr>
        <w:t>E, por estarem justas e acordadas, as partes assinam o presente instrumento em 03 (três) vias de igual teor e forma, na presença das testemunhas abaixo assinadas.</w:t>
      </w:r>
    </w:p>
    <w:p w14:paraId="6F8763E9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</w:rPr>
      </w:pPr>
    </w:p>
    <w:p w14:paraId="3810E5BE" w14:textId="1B25DF7A" w:rsidR="00F5348B" w:rsidRDefault="00F5348B">
      <w:pPr>
        <w:ind w:left="180"/>
        <w:jc w:val="right"/>
      </w:pPr>
      <w:r>
        <w:rPr>
          <w:rFonts w:ascii="Calibri" w:hAnsi="Calibri" w:cs="Calibri"/>
          <w:sz w:val="22"/>
          <w:szCs w:val="22"/>
        </w:rPr>
        <w:t xml:space="preserve">Nova Friburgo/RJ,     de              </w:t>
      </w:r>
      <w:proofErr w:type="spellStart"/>
      <w:r>
        <w:rPr>
          <w:rFonts w:ascii="Calibri" w:hAnsi="Calibri" w:cs="Calibri"/>
          <w:sz w:val="22"/>
          <w:szCs w:val="22"/>
        </w:rPr>
        <w:t>de</w:t>
      </w:r>
      <w:proofErr w:type="spellEnd"/>
      <w:r>
        <w:rPr>
          <w:rFonts w:ascii="Calibri" w:hAnsi="Calibri" w:cs="Calibri"/>
          <w:sz w:val="22"/>
          <w:szCs w:val="22"/>
        </w:rPr>
        <w:t xml:space="preserve"> 202</w:t>
      </w:r>
      <w:r w:rsidR="00066763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>.</w:t>
      </w:r>
    </w:p>
    <w:p w14:paraId="7B4A8CDA" w14:textId="77777777" w:rsidR="00F5348B" w:rsidRDefault="00F5348B">
      <w:pPr>
        <w:spacing w:line="276" w:lineRule="auto"/>
        <w:ind w:left="180"/>
        <w:jc w:val="right"/>
        <w:rPr>
          <w:rFonts w:ascii="Calibri" w:hAnsi="Calibri" w:cs="Calibri"/>
          <w:sz w:val="22"/>
          <w:szCs w:val="22"/>
        </w:rPr>
      </w:pPr>
    </w:p>
    <w:p w14:paraId="760A776F" w14:textId="77777777" w:rsidR="00F5348B" w:rsidRDefault="00F5348B">
      <w:pPr>
        <w:spacing w:line="276" w:lineRule="auto"/>
        <w:ind w:left="180"/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64"/>
        <w:gridCol w:w="4464"/>
      </w:tblGrid>
      <w:tr w:rsidR="00F5348B" w14:paraId="5666161D" w14:textId="77777777">
        <w:tc>
          <w:tcPr>
            <w:tcW w:w="4464" w:type="dxa"/>
            <w:shd w:val="clear" w:color="auto" w:fill="auto"/>
          </w:tcPr>
          <w:p w14:paraId="0A94E16D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___________________________</w:t>
            </w:r>
          </w:p>
          <w:p w14:paraId="0C98CF11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MUNICÍPIO DE NOVA FRIBURGO</w:t>
            </w:r>
          </w:p>
          <w:p w14:paraId="5D4C890E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COMODATÁRIO</w:t>
            </w:r>
          </w:p>
          <w:p w14:paraId="5C32BBAC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21568A4E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4464" w:type="dxa"/>
            <w:shd w:val="clear" w:color="auto" w:fill="auto"/>
          </w:tcPr>
          <w:p w14:paraId="10049D7E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___________________________</w:t>
            </w:r>
          </w:p>
          <w:p w14:paraId="1C1AA55F" w14:textId="77777777" w:rsidR="00F5348B" w:rsidRDefault="00F5348B">
            <w:pPr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  <w:p w14:paraId="4546E2A3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COMODANTE</w:t>
            </w:r>
          </w:p>
          <w:p w14:paraId="4B7158BD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</w:tbl>
    <w:p w14:paraId="291A474A" w14:textId="77777777" w:rsidR="00927976" w:rsidRPr="00927976" w:rsidRDefault="00927976">
      <w:pPr>
        <w:pStyle w:val="Ttulo3"/>
        <w:jc w:val="both"/>
      </w:pPr>
    </w:p>
    <w:p w14:paraId="256B2D01" w14:textId="4906E8B5" w:rsidR="00F5348B" w:rsidRDefault="00F5348B">
      <w:pPr>
        <w:pStyle w:val="Ttulo3"/>
        <w:jc w:val="both"/>
      </w:pPr>
      <w:r>
        <w:rPr>
          <w:rFonts w:ascii="Calibri" w:hAnsi="Calibri" w:cs="Calibri"/>
          <w:sz w:val="22"/>
          <w:szCs w:val="22"/>
        </w:rPr>
        <w:t>TESTEMUNHAS</w:t>
      </w:r>
    </w:p>
    <w:p w14:paraId="1BAA4A5E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6EF3CB2B" w14:textId="77777777" w:rsidR="00F5348B" w:rsidRDefault="00F5348B">
      <w:p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1-------------------------------------------------</w:t>
      </w:r>
    </w:p>
    <w:p w14:paraId="19C6145A" w14:textId="77777777" w:rsidR="00F5348B" w:rsidRDefault="00F5348B">
      <w:pPr>
        <w:spacing w:line="360" w:lineRule="auto"/>
        <w:jc w:val="both"/>
      </w:pPr>
      <w:r>
        <w:rPr>
          <w:rFonts w:ascii="Calibri" w:hAnsi="Calibri" w:cs="Calibri"/>
          <w:color w:val="333333"/>
          <w:sz w:val="22"/>
          <w:szCs w:val="22"/>
        </w:rPr>
        <w:t>2-------------------------------------------------</w:t>
      </w:r>
    </w:p>
    <w:sectPr w:rsidR="00F5348B" w:rsidSect="009E1DE5">
      <w:headerReference w:type="default" r:id="rId7"/>
      <w:pgSz w:w="12240" w:h="15840"/>
      <w:pgMar w:top="1134" w:right="1134" w:bottom="1134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60008" w14:textId="77777777" w:rsidR="00AE7F7F" w:rsidRDefault="00AE7F7F">
      <w:r>
        <w:separator/>
      </w:r>
    </w:p>
  </w:endnote>
  <w:endnote w:type="continuationSeparator" w:id="0">
    <w:p w14:paraId="5129F48B" w14:textId="77777777" w:rsidR="00AE7F7F" w:rsidRDefault="00AE7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EECF8" w14:textId="77777777" w:rsidR="00AE7F7F" w:rsidRDefault="00AE7F7F">
      <w:r>
        <w:separator/>
      </w:r>
    </w:p>
  </w:footnote>
  <w:footnote w:type="continuationSeparator" w:id="0">
    <w:p w14:paraId="644F6F53" w14:textId="77777777" w:rsidR="00AE7F7F" w:rsidRDefault="00AE7F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852B8" w14:textId="1F1F4E4B" w:rsidR="00290E07" w:rsidRPr="00242384" w:rsidRDefault="005E4749" w:rsidP="00E878DA">
    <w:pPr>
      <w:pStyle w:val="Cabealho"/>
      <w:ind w:left="-284" w:hanging="283"/>
    </w:pP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>
      <w:rPr>
        <w:noProof/>
      </w:rPr>
      <w:drawing>
        <wp:anchor distT="0" distB="0" distL="114300" distR="114300" simplePos="0" relativeHeight="251660288" behindDoc="0" locked="0" layoutInCell="1" allowOverlap="1" wp14:anchorId="5BDA4FF6" wp14:editId="2082C02B">
          <wp:simplePos x="0" y="0"/>
          <wp:positionH relativeFrom="column">
            <wp:posOffset>-73246</wp:posOffset>
          </wp:positionH>
          <wp:positionV relativeFrom="paragraph">
            <wp:posOffset>154305</wp:posOffset>
          </wp:positionV>
          <wp:extent cx="2416810" cy="946205"/>
          <wp:effectExtent l="0" t="0" r="0" b="635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946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0E07">
      <w:t xml:space="preserve"> </w:t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p w14:paraId="149079F3" w14:textId="2C864760" w:rsidR="0040206C" w:rsidRDefault="0040206C" w:rsidP="00F848F1">
    <w:pPr>
      <w:pStyle w:val="Cabealho"/>
    </w:pPr>
  </w:p>
  <w:p w14:paraId="24814596" w14:textId="0AC999D0" w:rsidR="00F848F1" w:rsidRDefault="00F848F1" w:rsidP="00F848F1">
    <w:pPr>
      <w:pStyle w:val="Cabealho"/>
    </w:pPr>
  </w:p>
  <w:p w14:paraId="731E6B32" w14:textId="4136F682" w:rsidR="005E4749" w:rsidRDefault="005E4749" w:rsidP="00F848F1">
    <w:pPr>
      <w:pStyle w:val="Cabealho"/>
    </w:pPr>
  </w:p>
  <w:p w14:paraId="749B9F48" w14:textId="77777777" w:rsidR="00E31FE1" w:rsidRDefault="00E31FE1" w:rsidP="00F848F1">
    <w:pPr>
      <w:pStyle w:val="Cabealho"/>
    </w:pPr>
  </w:p>
  <w:p w14:paraId="45FD6B86" w14:textId="77777777" w:rsidR="00F848F1" w:rsidRPr="00F848F1" w:rsidRDefault="00F848F1" w:rsidP="00F848F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72"/>
    <w:rsid w:val="0004035A"/>
    <w:rsid w:val="00066763"/>
    <w:rsid w:val="0007502D"/>
    <w:rsid w:val="001160F2"/>
    <w:rsid w:val="0012070D"/>
    <w:rsid w:val="001269AE"/>
    <w:rsid w:val="00212A1C"/>
    <w:rsid w:val="00255CC8"/>
    <w:rsid w:val="00284C9D"/>
    <w:rsid w:val="00290E07"/>
    <w:rsid w:val="00340FD4"/>
    <w:rsid w:val="003A20B2"/>
    <w:rsid w:val="003B4882"/>
    <w:rsid w:val="003C0A7D"/>
    <w:rsid w:val="0040206C"/>
    <w:rsid w:val="0042714F"/>
    <w:rsid w:val="004821D0"/>
    <w:rsid w:val="00533E40"/>
    <w:rsid w:val="005A4679"/>
    <w:rsid w:val="005E4749"/>
    <w:rsid w:val="00612D35"/>
    <w:rsid w:val="00663B64"/>
    <w:rsid w:val="00684609"/>
    <w:rsid w:val="006F7BAB"/>
    <w:rsid w:val="00723596"/>
    <w:rsid w:val="00745DC3"/>
    <w:rsid w:val="00790FF3"/>
    <w:rsid w:val="0087752E"/>
    <w:rsid w:val="008D57E1"/>
    <w:rsid w:val="0091481A"/>
    <w:rsid w:val="00926984"/>
    <w:rsid w:val="00927976"/>
    <w:rsid w:val="009E1DE5"/>
    <w:rsid w:val="00A23F46"/>
    <w:rsid w:val="00A95760"/>
    <w:rsid w:val="00A962B8"/>
    <w:rsid w:val="00AA2837"/>
    <w:rsid w:val="00AE3572"/>
    <w:rsid w:val="00AE6124"/>
    <w:rsid w:val="00AE780E"/>
    <w:rsid w:val="00AE7F7F"/>
    <w:rsid w:val="00B46720"/>
    <w:rsid w:val="00BA0D50"/>
    <w:rsid w:val="00BA3C95"/>
    <w:rsid w:val="00BC7A69"/>
    <w:rsid w:val="00BE5267"/>
    <w:rsid w:val="00BF5F54"/>
    <w:rsid w:val="00C010FE"/>
    <w:rsid w:val="00C163C5"/>
    <w:rsid w:val="00C7461B"/>
    <w:rsid w:val="00C9242B"/>
    <w:rsid w:val="00D30BE0"/>
    <w:rsid w:val="00D47BF9"/>
    <w:rsid w:val="00D54CB1"/>
    <w:rsid w:val="00DD4AA9"/>
    <w:rsid w:val="00E31FE1"/>
    <w:rsid w:val="00E878DA"/>
    <w:rsid w:val="00EF05AB"/>
    <w:rsid w:val="00F36215"/>
    <w:rsid w:val="00F5348B"/>
    <w:rsid w:val="00F848F1"/>
    <w:rsid w:val="00FB46C4"/>
    <w:rsid w:val="00FF057D"/>
    <w:rsid w:val="00FF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716670"/>
  <w15:chartTrackingRefBased/>
  <w15:docId w15:val="{34E8A95D-FDAD-4B4E-8E13-70C1B5E7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cs="Calibri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RecuodecorpodetextoChar">
    <w:name w:val="Recuo de corpo de texto Char"/>
  </w:style>
  <w:style w:type="character" w:customStyle="1" w:styleId="CabealhoChar">
    <w:name w:val="Cabeçalho Char"/>
    <w:qFormat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styleId="Recuodecorpodetexto">
    <w:name w:val="Body Text Indent"/>
    <w:basedOn w:val="Normal"/>
    <w:pPr>
      <w:spacing w:after="120"/>
      <w:ind w:left="283"/>
    </w:pPr>
    <w:rPr>
      <w:sz w:val="20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1"/>
    <w:qFormat/>
    <w:pPr>
      <w:tabs>
        <w:tab w:val="center" w:pos="4419"/>
        <w:tab w:val="right" w:pos="8838"/>
      </w:tabs>
    </w:p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A030171">
    <w:name w:val="_A030171"/>
    <w:pPr>
      <w:widowControl w:val="0"/>
      <w:suppressAutoHyphens/>
      <w:ind w:firstLine="288"/>
      <w:jc w:val="both"/>
    </w:pPr>
    <w:rPr>
      <w:color w:val="000000"/>
      <w:sz w:val="24"/>
      <w:lang w:eastAsia="zh-CN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Normal"/>
  </w:style>
  <w:style w:type="character" w:customStyle="1" w:styleId="CabealhoChar1">
    <w:name w:val="Cabeçalho Char1"/>
    <w:basedOn w:val="Fontepargpadro"/>
    <w:link w:val="Cabealho"/>
    <w:rsid w:val="00DD4AA9"/>
    <w:rPr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195;O%20ELETR&#212;NICO%20CONTROLE\Preg&#245;es%20eletr&#244;nicos%202022\PE%2020%20-%2022%20-%20AQUISI&#199;&#195;O%20DE%20&#193;GUA%20MINERAL%20-%20TODA%20REDE\ANEXO\Anexo%20VII%20-%20Minuta%20de%20Comodato%20-%20PE%20020%20-%2022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Anexo VII - Minuta de Comodato - PE 020 - 22</Template>
  <TotalTime>83</TotalTime>
  <Pages>2</Pages>
  <Words>587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Ilmo Sr</vt:lpstr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subject/>
  <dc:creator>Clinger Ramos Foly</dc:creator>
  <cp:keywords/>
  <cp:lastModifiedBy>Win10</cp:lastModifiedBy>
  <cp:revision>31</cp:revision>
  <cp:lastPrinted>2025-01-13T18:31:00Z</cp:lastPrinted>
  <dcterms:created xsi:type="dcterms:W3CDTF">2022-01-24T17:31:00Z</dcterms:created>
  <dcterms:modified xsi:type="dcterms:W3CDTF">2025-04-07T12:32:00Z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62D3D0C113884A97903A84FF93A96E8D</vt:lpwstr>
  </property>
  <property fmtid="{D5CDD505-2E9C-101B-9397-08002B2CF9AE}" pid="3" name="KSOProductBuildVer">
    <vt:lpwstr>1046-11.2.0.10351</vt:lpwstr>
  </property>
</Properties>
</file>